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F5721" w14:textId="77777777" w:rsidR="00CC14A5" w:rsidRDefault="00CC14A5" w:rsidP="00CC14A5"/>
    <w:p w14:paraId="268E78D0" w14:textId="77777777" w:rsidR="005E38CA" w:rsidRDefault="005E38CA" w:rsidP="00CC14A5"/>
    <w:p w14:paraId="42BD85A6" w14:textId="43D336C2" w:rsidR="005E38CA" w:rsidRDefault="005E38CA" w:rsidP="00CC14A5"/>
    <w:p w14:paraId="7BBD1315" w14:textId="77777777" w:rsidR="00AD1DE8" w:rsidRDefault="00AD1DE8" w:rsidP="00CC14A5"/>
    <w:p w14:paraId="1F920E68" w14:textId="77777777" w:rsidR="00AD1DE8" w:rsidRDefault="00AD1DE8" w:rsidP="00CC14A5"/>
    <w:p w14:paraId="1727BF3C" w14:textId="77777777" w:rsidR="00AD1DE8" w:rsidRDefault="00AD1DE8" w:rsidP="00CC14A5"/>
    <w:p w14:paraId="6AE01C4A" w14:textId="77777777" w:rsidR="00CC14A5" w:rsidRDefault="00CC14A5" w:rsidP="00CC14A5"/>
    <w:p w14:paraId="32AA2544" w14:textId="77777777" w:rsidR="00CC14A5" w:rsidRDefault="00CC14A5" w:rsidP="00CC14A5"/>
    <w:tbl>
      <w:tblPr>
        <w:tblpPr w:leftFromText="141" w:rightFromText="141" w:vertAnchor="text" w:horzAnchor="margin" w:tblpY="2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8E74B0" w14:paraId="31506901" w14:textId="77777777" w:rsidTr="008E74B0">
        <w:trPr>
          <w:cantSplit/>
          <w:trHeight w:val="284"/>
        </w:trPr>
        <w:tc>
          <w:tcPr>
            <w:tcW w:w="5216" w:type="dxa"/>
            <w:vMerge w:val="restart"/>
          </w:tcPr>
          <w:p w14:paraId="44646836" w14:textId="23FB2EF7" w:rsidR="008E74B0" w:rsidRDefault="00DF57D6" w:rsidP="008E74B0">
            <w:pPr>
              <w:pStyle w:val="Heading4"/>
              <w:framePr w:w="0" w:hRule="auto" w:wrap="auto" w:vAnchor="margin" w:hAnchor="text" w:xAlign="left" w:yAlign="inline"/>
            </w:pPr>
            <w:r>
              <w:t xml:space="preserve">AKT </w:t>
            </w:r>
            <w:r w:rsidR="00D9512A">
              <w:t>1</w:t>
            </w:r>
          </w:p>
          <w:p w14:paraId="5AFEB688" w14:textId="77777777" w:rsidR="008E74B0" w:rsidRDefault="008E74B0" w:rsidP="008E74B0"/>
        </w:tc>
        <w:tc>
          <w:tcPr>
            <w:tcW w:w="4309" w:type="dxa"/>
            <w:vMerge w:val="restart"/>
          </w:tcPr>
          <w:p w14:paraId="78AD7437" w14:textId="77777777" w:rsidR="008E74B0" w:rsidRDefault="008E74B0" w:rsidP="008E74B0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  <w:t>Kuupäev vastavalt hiliseimale digiallkirja kuupäevale</w:t>
            </w:r>
          </w:p>
        </w:tc>
      </w:tr>
      <w:tr w:rsidR="008E74B0" w14:paraId="42DE34E7" w14:textId="77777777" w:rsidTr="008E74B0">
        <w:trPr>
          <w:cantSplit/>
          <w:trHeight w:val="740"/>
        </w:trPr>
        <w:tc>
          <w:tcPr>
            <w:tcW w:w="5216" w:type="dxa"/>
            <w:vMerge/>
          </w:tcPr>
          <w:p w14:paraId="74D90B20" w14:textId="77777777" w:rsidR="008E74B0" w:rsidRDefault="008E74B0" w:rsidP="008E74B0"/>
        </w:tc>
        <w:tc>
          <w:tcPr>
            <w:tcW w:w="4309" w:type="dxa"/>
            <w:vMerge/>
          </w:tcPr>
          <w:p w14:paraId="458CBA91" w14:textId="77777777" w:rsidR="008E74B0" w:rsidRDefault="008E74B0" w:rsidP="008E74B0"/>
        </w:tc>
      </w:tr>
    </w:tbl>
    <w:p w14:paraId="61A04ECB" w14:textId="77777777" w:rsidR="00CC14A5" w:rsidRDefault="00CC14A5" w:rsidP="00CC14A5"/>
    <w:p w14:paraId="11D0B6A0" w14:textId="77777777" w:rsidR="00CC14A5" w:rsidRPr="00CC14A5" w:rsidRDefault="00CC14A5" w:rsidP="00CC14A5">
      <w:pPr>
        <w:sectPr w:rsidR="00CC14A5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0EFADE69" w14:textId="77777777" w:rsidR="00977702" w:rsidRDefault="00977702">
      <w:pPr>
        <w:rPr>
          <w:b/>
          <w:bCs/>
        </w:rPr>
      </w:pPr>
    </w:p>
    <w:p w14:paraId="49332428" w14:textId="77777777" w:rsidR="00CC14A5" w:rsidRDefault="00CC14A5">
      <w:pPr>
        <w:rPr>
          <w:b/>
          <w:bCs/>
        </w:rPr>
      </w:pPr>
    </w:p>
    <w:p w14:paraId="49FEED58" w14:textId="77777777" w:rsidR="00CC14A5" w:rsidRDefault="00CC14A5">
      <w:pPr>
        <w:rPr>
          <w:b/>
          <w:bCs/>
        </w:rPr>
      </w:pPr>
    </w:p>
    <w:p w14:paraId="53E42880" w14:textId="77777777" w:rsidR="00977702" w:rsidRDefault="00977702">
      <w:pPr>
        <w:rPr>
          <w:b/>
          <w:bCs/>
        </w:rPr>
      </w:pPr>
    </w:p>
    <w:p w14:paraId="72F2A70A" w14:textId="77777777" w:rsidR="00977702" w:rsidRDefault="00977702">
      <w:pPr>
        <w:rPr>
          <w:b/>
          <w:bCs/>
        </w:rPr>
        <w:sectPr w:rsidR="0097770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61FF2417" w14:textId="77777777" w:rsidR="00710F3F" w:rsidRDefault="00677841">
      <w:pPr>
        <w:rPr>
          <w:b/>
          <w:bCs/>
        </w:rPr>
      </w:pPr>
      <w:r>
        <w:rPr>
          <w:b/>
          <w:bCs/>
        </w:rPr>
        <w:t>Töö üleandmine-vastuvõtmine</w:t>
      </w:r>
    </w:p>
    <w:p w14:paraId="14187122" w14:textId="77777777" w:rsidR="004D6A17" w:rsidRDefault="004D6A17"/>
    <w:p w14:paraId="08B8D29D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3574796C" w14:textId="5E7CCBD2" w:rsidR="00710F3F" w:rsidRDefault="00710F3F" w:rsidP="00B51D61">
      <w:pPr>
        <w:pStyle w:val="ListParagraph"/>
        <w:numPr>
          <w:ilvl w:val="0"/>
          <w:numId w:val="7"/>
        </w:numPr>
        <w:jc w:val="both"/>
      </w:pPr>
      <w:r>
        <w:t>Käesolevaga Töövõtja annab üle ja Tell</w:t>
      </w:r>
      <w:r w:rsidR="00A25200">
        <w:t>ija võ</w:t>
      </w:r>
      <w:r w:rsidR="00F15E83">
        <w:t xml:space="preserve">tab vastu RMK ja </w:t>
      </w:r>
      <w:r w:rsidR="00014209">
        <w:t>OÜ Pult</w:t>
      </w:r>
      <w:r>
        <w:t xml:space="preserve"> vahel</w:t>
      </w:r>
      <w:r w:rsidRPr="00B51D61">
        <w:rPr>
          <w:b/>
          <w:bCs/>
        </w:rPr>
        <w:t xml:space="preserve"> </w:t>
      </w:r>
      <w:r w:rsidR="00D9512A" w:rsidRPr="00D9512A">
        <w:t>15</w:t>
      </w:r>
      <w:r w:rsidR="00B51D61">
        <w:t>.0</w:t>
      </w:r>
      <w:r w:rsidR="00D9512A">
        <w:t>9</w:t>
      </w:r>
      <w:r w:rsidR="00C90729">
        <w:t>.20</w:t>
      </w:r>
      <w:r w:rsidR="00080CE1">
        <w:t>2</w:t>
      </w:r>
      <w:r w:rsidR="00D9512A">
        <w:t>5</w:t>
      </w:r>
      <w:r w:rsidR="00AD1DE8">
        <w:t>.</w:t>
      </w:r>
      <w:r>
        <w:t xml:space="preserve"> a sõlmitud </w:t>
      </w:r>
      <w:r w:rsidR="00D9512A">
        <w:rPr>
          <w:b/>
          <w:bCs/>
        </w:rPr>
        <w:t xml:space="preserve">töövõtuleping </w:t>
      </w:r>
      <w:r w:rsidR="00D9512A" w:rsidRPr="00D9512A">
        <w:rPr>
          <w:b/>
          <w:bCs/>
        </w:rPr>
        <w:t>nr 1-18/2025/177</w:t>
      </w:r>
      <w:r w:rsidR="00014209" w:rsidRPr="00B51D61">
        <w:rPr>
          <w:b/>
          <w:bCs/>
        </w:rPr>
        <w:t xml:space="preserve"> </w:t>
      </w:r>
      <w:r>
        <w:t xml:space="preserve">kohaselt tehtud </w:t>
      </w:r>
      <w:r w:rsidR="00D9512A">
        <w:t>ekspositsiooni valmistamise tööd mahus, mis on kirjeldatud lisatud vormil Lisa 4 Hinnapakkumuse vorm Akt1.</w:t>
      </w:r>
    </w:p>
    <w:p w14:paraId="72082790" w14:textId="1338DBBD" w:rsidR="00080CE1" w:rsidRDefault="00080CE1" w:rsidP="00F51308">
      <w:pPr>
        <w:jc w:val="both"/>
      </w:pPr>
    </w:p>
    <w:p w14:paraId="6AA8B009" w14:textId="77777777" w:rsidR="00797D02" w:rsidRDefault="00797D02" w:rsidP="00797D02">
      <w:pPr>
        <w:pStyle w:val="ListParagraph"/>
        <w:jc w:val="both"/>
        <w:rPr>
          <w:b/>
          <w:bCs/>
          <w:kern w:val="16"/>
        </w:rPr>
      </w:pPr>
    </w:p>
    <w:p w14:paraId="64763683" w14:textId="1C5708D5" w:rsidR="00710F3F" w:rsidRDefault="00710F3F">
      <w:pPr>
        <w:jc w:val="both"/>
      </w:pPr>
      <w:r>
        <w:t>2. Tell</w:t>
      </w:r>
      <w:r w:rsidR="006B0B7E">
        <w:t xml:space="preserve">ija tasub tehtud töö eest </w:t>
      </w:r>
      <w:r w:rsidR="008700E2">
        <w:t>31</w:t>
      </w:r>
      <w:r w:rsidR="00D9512A">
        <w:t xml:space="preserve"> </w:t>
      </w:r>
      <w:r w:rsidR="008700E2">
        <w:t>110</w:t>
      </w:r>
      <w:r w:rsidR="00D9512A">
        <w:t>.-</w:t>
      </w:r>
      <w:r w:rsidR="008A6BEF" w:rsidRPr="008A6BEF">
        <w:t xml:space="preserve"> </w:t>
      </w:r>
      <w:r w:rsidR="00377B71">
        <w:t>(</w:t>
      </w:r>
      <w:r w:rsidR="00D9512A">
        <w:t>k</w:t>
      </w:r>
      <w:r w:rsidR="008700E2">
        <w:t>olm</w:t>
      </w:r>
      <w:r w:rsidR="00D9512A">
        <w:t xml:space="preserve">kümmend </w:t>
      </w:r>
      <w:r w:rsidR="008700E2">
        <w:t>üks</w:t>
      </w:r>
      <w:r w:rsidR="00D9512A">
        <w:t xml:space="preserve"> tuhat </w:t>
      </w:r>
      <w:r w:rsidR="008700E2">
        <w:t>üks</w:t>
      </w:r>
      <w:r w:rsidR="00D9512A">
        <w:t>sada kümme</w:t>
      </w:r>
      <w:r w:rsidR="00377B71">
        <w:t xml:space="preserve">) </w:t>
      </w:r>
      <w:r w:rsidR="001F58D6">
        <w:t>eurot</w:t>
      </w:r>
      <w:r w:rsidR="00BD4E75">
        <w:t>, millele lisandub käibemaks 2</w:t>
      </w:r>
      <w:r w:rsidR="00D9512A">
        <w:t>4</w:t>
      </w:r>
      <w:r w:rsidR="00BD4E75">
        <w:t>%</w:t>
      </w:r>
      <w:r w:rsidR="00377B71">
        <w:t>.</w:t>
      </w:r>
    </w:p>
    <w:p w14:paraId="2616395A" w14:textId="77777777" w:rsidR="00710F3F" w:rsidRDefault="00710F3F">
      <w:pPr>
        <w:jc w:val="both"/>
      </w:pPr>
    </w:p>
    <w:p w14:paraId="73212120" w14:textId="77777777" w:rsidR="00710F3F" w:rsidRDefault="00710F3F">
      <w:pPr>
        <w:jc w:val="both"/>
      </w:pPr>
    </w:p>
    <w:p w14:paraId="5900B6B2" w14:textId="77777777" w:rsidR="00710F3F" w:rsidRDefault="00710F3F"/>
    <w:p w14:paraId="0B6D9E10" w14:textId="77777777" w:rsidR="00377B71" w:rsidRDefault="00377B71">
      <w:pPr>
        <w:sectPr w:rsidR="00377B71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075585A9" w14:textId="77777777" w:rsidR="00710F3F" w:rsidRDefault="00710F3F"/>
    <w:p w14:paraId="76F5608F" w14:textId="3A18D75C" w:rsidR="00710F3F" w:rsidRDefault="00DF3612" w:rsidP="00AF2200">
      <w:pPr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51D61">
        <w:rPr>
          <w:b/>
        </w:rPr>
        <w:t xml:space="preserve">                                  </w:t>
      </w:r>
      <w:r w:rsidR="00677841">
        <w:rPr>
          <w:b/>
        </w:rPr>
        <w:t>Töövõtja</w:t>
      </w:r>
      <w:r>
        <w:rPr>
          <w:b/>
        </w:rPr>
        <w:t xml:space="preserve">                                      </w:t>
      </w:r>
    </w:p>
    <w:p w14:paraId="3E8648AF" w14:textId="77777777" w:rsidR="003066C3" w:rsidRDefault="003066C3">
      <w:pPr>
        <w:tabs>
          <w:tab w:val="left" w:pos="4320"/>
        </w:tabs>
        <w:jc w:val="both"/>
        <w:rPr>
          <w:b/>
        </w:rPr>
      </w:pPr>
    </w:p>
    <w:p w14:paraId="409F296E" w14:textId="74B476F4" w:rsidR="00710F3F" w:rsidRDefault="00AF2200">
      <w:pPr>
        <w:tabs>
          <w:tab w:val="left" w:pos="4320"/>
        </w:tabs>
        <w:jc w:val="both"/>
      </w:pPr>
      <w:r>
        <w:t>/allkirjastatud digitaalselt/</w:t>
      </w:r>
      <w:r w:rsidR="00891279">
        <w:t xml:space="preserve">       </w:t>
      </w:r>
      <w:r w:rsidR="00B51D61">
        <w:t xml:space="preserve">                                        </w:t>
      </w:r>
      <w:r>
        <w:t>/allkirjastatud digitaalselt/</w:t>
      </w:r>
      <w:r w:rsidR="00DF3612">
        <w:t xml:space="preserve">       </w:t>
      </w:r>
    </w:p>
    <w:p w14:paraId="35054238" w14:textId="660ABDE2" w:rsidR="00710F3F" w:rsidRPr="00A050ED" w:rsidRDefault="00D9512A">
      <w:pPr>
        <w:tabs>
          <w:tab w:val="left" w:pos="4320"/>
        </w:tabs>
        <w:jc w:val="both"/>
      </w:pPr>
      <w:r>
        <w:t>Tarmo Denks</w:t>
      </w:r>
      <w:r w:rsidR="00DF3612">
        <w:t xml:space="preserve">                           </w:t>
      </w:r>
      <w:r w:rsidR="00B51D61">
        <w:t xml:space="preserve">                   </w:t>
      </w:r>
      <w:r>
        <w:tab/>
      </w:r>
      <w:r>
        <w:tab/>
      </w:r>
      <w:r>
        <w:tab/>
        <w:t xml:space="preserve">Aleksei </w:t>
      </w:r>
      <w:r w:rsidR="00DC36AA">
        <w:t>Saks</w:t>
      </w:r>
    </w:p>
    <w:p w14:paraId="25CA2F58" w14:textId="4A18E478" w:rsidR="007B3EA9" w:rsidRDefault="00D9512A">
      <w:pPr>
        <w:rPr>
          <w:iCs/>
        </w:rPr>
      </w:pPr>
      <w:r>
        <w:rPr>
          <w:iCs/>
        </w:rPr>
        <w:t>Piirkonnajuht</w:t>
      </w:r>
      <w:r w:rsidR="00B51D61">
        <w:rPr>
          <w:iCs/>
        </w:rPr>
        <w:t xml:space="preserve">                                                                 </w:t>
      </w:r>
      <w:r w:rsidR="00826FFC">
        <w:rPr>
          <w:iCs/>
        </w:rPr>
        <w:tab/>
      </w:r>
      <w:r w:rsidR="00DC36AA">
        <w:rPr>
          <w:iCs/>
        </w:rPr>
        <w:t>Juhatuse liige</w:t>
      </w:r>
    </w:p>
    <w:p w14:paraId="58870401" w14:textId="77777777" w:rsidR="00DF3612" w:rsidRDefault="00DF3612">
      <w:pPr>
        <w:rPr>
          <w:i/>
          <w:iCs/>
        </w:rPr>
      </w:pPr>
    </w:p>
    <w:p w14:paraId="4EB18DAD" w14:textId="77777777" w:rsidR="00DF3612" w:rsidRPr="00DF3612" w:rsidRDefault="00DF3612">
      <w:pPr>
        <w:rPr>
          <w:iCs/>
        </w:rPr>
      </w:pPr>
    </w:p>
    <w:sectPr w:rsidR="00DF3612" w:rsidRPr="00DF3612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A1C62" w14:textId="77777777" w:rsidR="00C1170D" w:rsidRDefault="00C1170D">
      <w:r>
        <w:separator/>
      </w:r>
    </w:p>
  </w:endnote>
  <w:endnote w:type="continuationSeparator" w:id="0">
    <w:p w14:paraId="5CDE5424" w14:textId="77777777" w:rsidR="00C1170D" w:rsidRDefault="00C1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8BB3E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3D087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4D5D7" w14:textId="77777777" w:rsidR="009C4537" w:rsidRDefault="009C45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09E7C" w14:textId="77777777" w:rsidR="00C1170D" w:rsidRDefault="00C1170D">
      <w:r>
        <w:separator/>
      </w:r>
    </w:p>
  </w:footnote>
  <w:footnote w:type="continuationSeparator" w:id="0">
    <w:p w14:paraId="068C5888" w14:textId="77777777" w:rsidR="00C1170D" w:rsidRDefault="00C11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3431D" w14:textId="77777777" w:rsidR="009C4537" w:rsidRDefault="009C453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51D6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DC379" w14:textId="77777777" w:rsidR="009C4537" w:rsidRDefault="009C4537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3229D" w14:textId="77777777" w:rsidR="009C4537" w:rsidRDefault="009C45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A797D1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011D5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A86F1A"/>
    <w:multiLevelType w:val="hybridMultilevel"/>
    <w:tmpl w:val="00E6BE7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5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DDE0DBE"/>
    <w:multiLevelType w:val="hybridMultilevel"/>
    <w:tmpl w:val="09DC9A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503542">
    <w:abstractNumId w:val="0"/>
  </w:num>
  <w:num w:numId="2" w16cid:durableId="1856652191">
    <w:abstractNumId w:val="4"/>
  </w:num>
  <w:num w:numId="3" w16cid:durableId="1425568015">
    <w:abstractNumId w:val="6"/>
  </w:num>
  <w:num w:numId="4" w16cid:durableId="589388257">
    <w:abstractNumId w:val="3"/>
  </w:num>
  <w:num w:numId="5" w16cid:durableId="1606769826">
    <w:abstractNumId w:val="2"/>
  </w:num>
  <w:num w:numId="6" w16cid:durableId="1210264628">
    <w:abstractNumId w:val="5"/>
  </w:num>
  <w:num w:numId="7" w16cid:durableId="14592539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3E0"/>
    <w:rsid w:val="00014209"/>
    <w:rsid w:val="00045D32"/>
    <w:rsid w:val="0006493C"/>
    <w:rsid w:val="00080CE1"/>
    <w:rsid w:val="00091119"/>
    <w:rsid w:val="000935CB"/>
    <w:rsid w:val="000976F9"/>
    <w:rsid w:val="000D0B85"/>
    <w:rsid w:val="000E186D"/>
    <w:rsid w:val="00114B89"/>
    <w:rsid w:val="0012396D"/>
    <w:rsid w:val="00167B52"/>
    <w:rsid w:val="00175CEE"/>
    <w:rsid w:val="001C1744"/>
    <w:rsid w:val="001D3618"/>
    <w:rsid w:val="001E3E86"/>
    <w:rsid w:val="001F58D6"/>
    <w:rsid w:val="002037BB"/>
    <w:rsid w:val="002131A5"/>
    <w:rsid w:val="00244A81"/>
    <w:rsid w:val="002B1C71"/>
    <w:rsid w:val="002D37CF"/>
    <w:rsid w:val="002D63E0"/>
    <w:rsid w:val="002D6C61"/>
    <w:rsid w:val="002F2440"/>
    <w:rsid w:val="00302AEC"/>
    <w:rsid w:val="003066C3"/>
    <w:rsid w:val="00331970"/>
    <w:rsid w:val="00331CC5"/>
    <w:rsid w:val="003564C2"/>
    <w:rsid w:val="00376675"/>
    <w:rsid w:val="00377B71"/>
    <w:rsid w:val="00386552"/>
    <w:rsid w:val="003C5FFC"/>
    <w:rsid w:val="003F31D8"/>
    <w:rsid w:val="00410C55"/>
    <w:rsid w:val="004500B2"/>
    <w:rsid w:val="004931FD"/>
    <w:rsid w:val="004A7139"/>
    <w:rsid w:val="004D6A17"/>
    <w:rsid w:val="004D7333"/>
    <w:rsid w:val="00563E5C"/>
    <w:rsid w:val="00573619"/>
    <w:rsid w:val="00580D19"/>
    <w:rsid w:val="00584A76"/>
    <w:rsid w:val="005E01AE"/>
    <w:rsid w:val="005E38CA"/>
    <w:rsid w:val="005E7FCC"/>
    <w:rsid w:val="00604B0E"/>
    <w:rsid w:val="00635047"/>
    <w:rsid w:val="00666786"/>
    <w:rsid w:val="00674A16"/>
    <w:rsid w:val="006772F0"/>
    <w:rsid w:val="00677841"/>
    <w:rsid w:val="006914E5"/>
    <w:rsid w:val="006B0B7E"/>
    <w:rsid w:val="006D57B9"/>
    <w:rsid w:val="00705788"/>
    <w:rsid w:val="00710F3F"/>
    <w:rsid w:val="007143DB"/>
    <w:rsid w:val="007172D3"/>
    <w:rsid w:val="0073793C"/>
    <w:rsid w:val="00756098"/>
    <w:rsid w:val="00794CF2"/>
    <w:rsid w:val="00797D02"/>
    <w:rsid w:val="007A11CB"/>
    <w:rsid w:val="007B3EA9"/>
    <w:rsid w:val="007C36EC"/>
    <w:rsid w:val="007D753A"/>
    <w:rsid w:val="007E0704"/>
    <w:rsid w:val="007F69C9"/>
    <w:rsid w:val="00810864"/>
    <w:rsid w:val="00826FFC"/>
    <w:rsid w:val="00855A5C"/>
    <w:rsid w:val="008700E2"/>
    <w:rsid w:val="00891279"/>
    <w:rsid w:val="008A6BEF"/>
    <w:rsid w:val="008B742F"/>
    <w:rsid w:val="008E74B0"/>
    <w:rsid w:val="008F0B13"/>
    <w:rsid w:val="008F29A5"/>
    <w:rsid w:val="00945113"/>
    <w:rsid w:val="009769BD"/>
    <w:rsid w:val="00977702"/>
    <w:rsid w:val="009A118E"/>
    <w:rsid w:val="009A26F2"/>
    <w:rsid w:val="009C3D47"/>
    <w:rsid w:val="009C4537"/>
    <w:rsid w:val="00A050ED"/>
    <w:rsid w:val="00A13F72"/>
    <w:rsid w:val="00A159EA"/>
    <w:rsid w:val="00A25200"/>
    <w:rsid w:val="00AC07E0"/>
    <w:rsid w:val="00AD1DE8"/>
    <w:rsid w:val="00AF2200"/>
    <w:rsid w:val="00B061B5"/>
    <w:rsid w:val="00B07418"/>
    <w:rsid w:val="00B3590C"/>
    <w:rsid w:val="00B51D61"/>
    <w:rsid w:val="00B727B2"/>
    <w:rsid w:val="00B80311"/>
    <w:rsid w:val="00B93333"/>
    <w:rsid w:val="00B96D86"/>
    <w:rsid w:val="00B976ED"/>
    <w:rsid w:val="00BC425E"/>
    <w:rsid w:val="00BD4E75"/>
    <w:rsid w:val="00BD648A"/>
    <w:rsid w:val="00BF353A"/>
    <w:rsid w:val="00C1170D"/>
    <w:rsid w:val="00C867B7"/>
    <w:rsid w:val="00C90729"/>
    <w:rsid w:val="00C919B5"/>
    <w:rsid w:val="00C974DF"/>
    <w:rsid w:val="00CB1ECB"/>
    <w:rsid w:val="00CC14A5"/>
    <w:rsid w:val="00D04C25"/>
    <w:rsid w:val="00D11BA2"/>
    <w:rsid w:val="00D2352B"/>
    <w:rsid w:val="00D428F1"/>
    <w:rsid w:val="00D76ABE"/>
    <w:rsid w:val="00D814F5"/>
    <w:rsid w:val="00D914EE"/>
    <w:rsid w:val="00D9512A"/>
    <w:rsid w:val="00DC36AA"/>
    <w:rsid w:val="00DC6E0E"/>
    <w:rsid w:val="00DD767C"/>
    <w:rsid w:val="00DF3612"/>
    <w:rsid w:val="00DF57D6"/>
    <w:rsid w:val="00E20AFC"/>
    <w:rsid w:val="00E6175F"/>
    <w:rsid w:val="00EB22DA"/>
    <w:rsid w:val="00EB4016"/>
    <w:rsid w:val="00EC1106"/>
    <w:rsid w:val="00EC517B"/>
    <w:rsid w:val="00ED27D7"/>
    <w:rsid w:val="00F03A45"/>
    <w:rsid w:val="00F10461"/>
    <w:rsid w:val="00F15E83"/>
    <w:rsid w:val="00F37746"/>
    <w:rsid w:val="00F51308"/>
    <w:rsid w:val="00F525F8"/>
    <w:rsid w:val="00F73285"/>
    <w:rsid w:val="00FA1D47"/>
    <w:rsid w:val="00FA374F"/>
    <w:rsid w:val="00FA4ED4"/>
    <w:rsid w:val="00FD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9D4380"/>
  <w15:docId w15:val="{D56B117F-F869-4167-BE0B-45CE1666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5E3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38CA"/>
    <w:rPr>
      <w:rFonts w:ascii="Tahoma" w:hAnsi="Tahoma" w:cs="Tahoma"/>
      <w:spacing w:val="2"/>
      <w:position w:val="6"/>
      <w:sz w:val="16"/>
      <w:szCs w:val="16"/>
      <w:lang w:eastAsia="en-US"/>
    </w:rPr>
  </w:style>
  <w:style w:type="table" w:styleId="TableGrid">
    <w:name w:val="Table Grid"/>
    <w:basedOn w:val="TableNormal"/>
    <w:rsid w:val="00DF3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D02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97D0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97D02"/>
    <w:rPr>
      <w:spacing w:val="2"/>
      <w:position w:val="6"/>
      <w:sz w:val="24"/>
      <w:lang w:eastAsia="en-US"/>
    </w:rPr>
  </w:style>
  <w:style w:type="character" w:styleId="Hyperlink">
    <w:name w:val="Hyperlink"/>
    <w:basedOn w:val="DefaultParagraphFont"/>
    <w:unhideWhenUsed/>
    <w:rsid w:val="00B51D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AppData\Local\Microsoft\Windows\Temporary%20Internet%20Files\Content.IE5\LOTTT397\akt%20t&#246;&#246;v&#245;tulepingu%20juurde%20f&#252;&#252;silise%20isiku%20v&#245;i%20fie-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füüsilise isiku või fie-ga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Rebane</dc:creator>
  <cp:lastModifiedBy>Aleksei Saks</cp:lastModifiedBy>
  <cp:revision>2</cp:revision>
  <cp:lastPrinted>2023-09-25T11:30:00Z</cp:lastPrinted>
  <dcterms:created xsi:type="dcterms:W3CDTF">2025-12-03T11:48:00Z</dcterms:created>
  <dcterms:modified xsi:type="dcterms:W3CDTF">2025-12-03T11:48:00Z</dcterms:modified>
</cp:coreProperties>
</file>